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64D6" w:rsidRPr="00B54E84" w:rsidRDefault="00B54E84" w:rsidP="00B54E84">
      <w:pPr>
        <w:jc w:val="center"/>
        <w:rPr>
          <w:sz w:val="48"/>
          <w:szCs w:val="48"/>
          <w14:glow w14:rad="101600">
            <w14:schemeClr w14:val="accent3">
              <w14:alpha w14:val="60000"/>
              <w14:satMod w14:val="175000"/>
            </w14:schemeClr>
          </w14:glow>
        </w:rPr>
      </w:pPr>
      <w:r w:rsidRPr="00B54E84">
        <w:rPr>
          <w:sz w:val="48"/>
          <w:szCs w:val="48"/>
          <w14:glow w14:rad="101600">
            <w14:schemeClr w14:val="accent3">
              <w14:alpha w14:val="60000"/>
              <w14:satMod w14:val="175000"/>
            </w14:schemeClr>
          </w14:glow>
        </w:rPr>
        <w:t>The deserted Mansion</w:t>
      </w:r>
    </w:p>
    <w:p w:rsidR="00B54E84" w:rsidRPr="001F60EB" w:rsidRDefault="00B54E84" w:rsidP="00B54E84">
      <w:pPr>
        <w:rPr>
          <w:sz w:val="40"/>
          <w:szCs w:val="40"/>
          <w14:glow w14:rad="139700">
            <w14:schemeClr w14:val="accent3">
              <w14:alpha w14:val="60000"/>
              <w14:satMod w14:val="175000"/>
            </w14:schemeClr>
          </w14:glow>
        </w:rPr>
      </w:pPr>
      <w:proofErr w:type="gramStart"/>
      <w:r w:rsidRPr="001F60EB">
        <w:rPr>
          <w:sz w:val="40"/>
          <w:szCs w:val="40"/>
          <w14:glow w14:rad="139700">
            <w14:schemeClr w14:val="accent3">
              <w14:alpha w14:val="60000"/>
              <w14:satMod w14:val="175000"/>
            </w14:schemeClr>
          </w14:glow>
        </w:rPr>
        <w:t>In a dark wood stood a deserted mansion.</w:t>
      </w:r>
      <w:proofErr w:type="gramEnd"/>
      <w:r w:rsidRPr="001F60EB">
        <w:rPr>
          <w:sz w:val="40"/>
          <w:szCs w:val="40"/>
          <w14:glow w14:rad="139700">
            <w14:schemeClr w14:val="accent3">
              <w14:alpha w14:val="60000"/>
              <w14:satMod w14:val="175000"/>
            </w14:schemeClr>
          </w14:glow>
        </w:rPr>
        <w:t xml:space="preserve"> At the front door of the mansion the door would creak loudly like a ghost opening the door. As you enter the scary mansion you would see blood on the sides of the walls dripping down to the ground. Once you enter the next room you see a great big door and that’s where the great big spider lives. When you get</w:t>
      </w:r>
      <w:r w:rsidR="001F60EB" w:rsidRPr="001F60EB">
        <w:rPr>
          <w:sz w:val="40"/>
          <w:szCs w:val="40"/>
          <w14:glow w14:rad="139700">
            <w14:schemeClr w14:val="accent3">
              <w14:alpha w14:val="60000"/>
              <w14:satMod w14:val="175000"/>
            </w14:schemeClr>
          </w14:glow>
        </w:rPr>
        <w:t xml:space="preserve"> into the hallway it gets even spookier because in the hallway there is a mummy case. And no one knows if the mummy is real. </w:t>
      </w:r>
      <w:bookmarkStart w:id="0" w:name="_GoBack"/>
      <w:bookmarkEnd w:id="0"/>
      <w:r w:rsidR="001F60EB" w:rsidRPr="001F60EB">
        <w:rPr>
          <w:sz w:val="40"/>
          <w:szCs w:val="40"/>
          <w14:glow w14:rad="139700">
            <w14:schemeClr w14:val="accent3">
              <w14:alpha w14:val="60000"/>
              <w14:satMod w14:val="175000"/>
            </w14:schemeClr>
          </w14:glow>
        </w:rPr>
        <w:t xml:space="preserve">Once you step into the next room lightning comes. When it comes people think that there is a sensor under the door. When you step in that room you see something even </w:t>
      </w:r>
      <w:proofErr w:type="gramStart"/>
      <w:r w:rsidR="001F60EB" w:rsidRPr="001F60EB">
        <w:rPr>
          <w:sz w:val="40"/>
          <w:szCs w:val="40"/>
          <w14:glow w14:rad="139700">
            <w14:schemeClr w14:val="accent3">
              <w14:alpha w14:val="60000"/>
              <w14:satMod w14:val="175000"/>
            </w14:schemeClr>
          </w14:glow>
        </w:rPr>
        <w:t>more scarier</w:t>
      </w:r>
      <w:proofErr w:type="gramEnd"/>
      <w:r w:rsidR="001F60EB" w:rsidRPr="001F60EB">
        <w:rPr>
          <w:sz w:val="40"/>
          <w:szCs w:val="40"/>
          <w14:glow w14:rad="139700">
            <w14:schemeClr w14:val="accent3">
              <w14:alpha w14:val="60000"/>
              <w14:satMod w14:val="175000"/>
            </w14:schemeClr>
          </w14:glow>
        </w:rPr>
        <w:t xml:space="preserve"> and the thing is stuffed heads on the wall. The stuffed heads are as scary as the great big spider but ten times worse. The stuffed heads are soft but freaky.</w:t>
      </w:r>
    </w:p>
    <w:sectPr w:rsidR="00B54E84" w:rsidRPr="001F60E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4E84"/>
    <w:rsid w:val="001F60EB"/>
    <w:rsid w:val="002B4A46"/>
    <w:rsid w:val="00B54E84"/>
    <w:rsid w:val="00DC61B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4736370A</Template>
  <TotalTime>19</TotalTime>
  <Pages>1</Pages>
  <Words>124</Words>
  <Characters>710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u_wkstn0001</dc:creator>
  <cp:keywords/>
  <dc:description/>
  <cp:lastModifiedBy>u_wkstn0001</cp:lastModifiedBy>
  <cp:revision>1</cp:revision>
  <dcterms:created xsi:type="dcterms:W3CDTF">2011-06-22T01:55:00Z</dcterms:created>
  <dcterms:modified xsi:type="dcterms:W3CDTF">2011-06-22T02:14:00Z</dcterms:modified>
</cp:coreProperties>
</file>